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6B2" w:rsidRPr="001877B5" w:rsidRDefault="005D26B2" w:rsidP="00887CDF">
      <w:pPr>
        <w:jc w:val="center"/>
        <w:rPr>
          <w:b/>
          <w:bCs/>
          <w:sz w:val="44"/>
          <w:szCs w:val="44"/>
        </w:rPr>
      </w:pPr>
      <w:r w:rsidRPr="001877B5">
        <w:rPr>
          <w:rFonts w:cs="宋体" w:hint="eastAsia"/>
          <w:b/>
          <w:bCs/>
          <w:sz w:val="44"/>
          <w:szCs w:val="44"/>
        </w:rPr>
        <w:t>高级专业技术职务岗位二次申报推荐表</w:t>
      </w:r>
    </w:p>
    <w:p w:rsidR="005D26B2" w:rsidRPr="00887CDF" w:rsidRDefault="005D26B2" w:rsidP="00887CDF">
      <w:pPr>
        <w:jc w:val="center"/>
        <w:rPr>
          <w:b/>
          <w:bCs/>
          <w:sz w:val="44"/>
          <w:szCs w:val="44"/>
        </w:rPr>
      </w:pPr>
    </w:p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73"/>
        <w:gridCol w:w="1601"/>
        <w:gridCol w:w="1964"/>
        <w:gridCol w:w="1976"/>
        <w:gridCol w:w="2004"/>
      </w:tblGrid>
      <w:tr w:rsidR="005D26B2">
        <w:trPr>
          <w:cantSplit/>
          <w:trHeight w:val="635"/>
          <w:jc w:val="center"/>
        </w:trPr>
        <w:tc>
          <w:tcPr>
            <w:tcW w:w="1673" w:type="dxa"/>
            <w:vMerge w:val="restart"/>
            <w:vAlign w:val="center"/>
          </w:tcPr>
          <w:p w:rsidR="005D26B2" w:rsidRDefault="005D26B2" w:rsidP="005D26B2">
            <w:pPr>
              <w:tabs>
                <w:tab w:val="left" w:pos="5205"/>
              </w:tabs>
              <w:spacing w:line="360" w:lineRule="auto"/>
              <w:ind w:leftChars="114" w:left="31680" w:firstLineChars="529" w:firstLine="31680"/>
              <w:jc w:val="center"/>
              <w:rPr>
                <w:b/>
                <w:bCs/>
                <w:sz w:val="24"/>
                <w:szCs w:val="24"/>
              </w:rPr>
            </w:pPr>
          </w:p>
          <w:p w:rsidR="005D26B2" w:rsidRDefault="005D26B2" w:rsidP="005D26B2">
            <w:pPr>
              <w:tabs>
                <w:tab w:val="left" w:pos="5205"/>
              </w:tabs>
              <w:spacing w:line="360" w:lineRule="auto"/>
              <w:ind w:leftChars="114" w:left="3168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被推荐人</w:t>
            </w:r>
          </w:p>
          <w:p w:rsidR="005D26B2" w:rsidRDefault="005D26B2" w:rsidP="005D26B2">
            <w:pPr>
              <w:tabs>
                <w:tab w:val="left" w:pos="5205"/>
              </w:tabs>
              <w:spacing w:line="360" w:lineRule="auto"/>
              <w:ind w:leftChars="114" w:left="3168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基本情况：</w:t>
            </w:r>
          </w:p>
        </w:tc>
        <w:tc>
          <w:tcPr>
            <w:tcW w:w="1601" w:type="dxa"/>
            <w:vAlign w:val="center"/>
          </w:tcPr>
          <w:p w:rsidR="005D26B2" w:rsidRDefault="005D26B2" w:rsidP="005D26B2">
            <w:pPr>
              <w:tabs>
                <w:tab w:val="left" w:pos="5205"/>
              </w:tabs>
              <w:spacing w:line="360" w:lineRule="auto"/>
              <w:ind w:firstLineChars="49" w:firstLine="3168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964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所在学科</w:t>
            </w:r>
          </w:p>
        </w:tc>
        <w:tc>
          <w:tcPr>
            <w:tcW w:w="2004" w:type="dxa"/>
          </w:tcPr>
          <w:p w:rsidR="005D26B2" w:rsidRDefault="005D26B2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5D26B2">
        <w:trPr>
          <w:cantSplit/>
          <w:trHeight w:val="741"/>
          <w:jc w:val="center"/>
        </w:trPr>
        <w:tc>
          <w:tcPr>
            <w:tcW w:w="1673" w:type="dxa"/>
            <w:vMerge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1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拟申请专业技术职务</w:t>
            </w:r>
          </w:p>
        </w:tc>
        <w:tc>
          <w:tcPr>
            <w:tcW w:w="1964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申报类型</w:t>
            </w:r>
          </w:p>
        </w:tc>
        <w:tc>
          <w:tcPr>
            <w:tcW w:w="2004" w:type="dxa"/>
          </w:tcPr>
          <w:p w:rsidR="005D26B2" w:rsidRDefault="005D26B2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5D26B2">
        <w:trPr>
          <w:cantSplit/>
          <w:trHeight w:val="653"/>
          <w:jc w:val="center"/>
        </w:trPr>
        <w:tc>
          <w:tcPr>
            <w:tcW w:w="1673" w:type="dxa"/>
            <w:vMerge w:val="restart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推荐人</w:t>
            </w:r>
          </w:p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基本情况：</w:t>
            </w:r>
          </w:p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1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964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所在学科</w:t>
            </w:r>
          </w:p>
        </w:tc>
        <w:tc>
          <w:tcPr>
            <w:tcW w:w="2004" w:type="dxa"/>
          </w:tcPr>
          <w:p w:rsidR="005D26B2" w:rsidRDefault="005D26B2" w:rsidP="00F459C9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D26B2">
        <w:trPr>
          <w:cantSplit/>
          <w:trHeight w:val="741"/>
          <w:jc w:val="center"/>
        </w:trPr>
        <w:tc>
          <w:tcPr>
            <w:tcW w:w="1673" w:type="dxa"/>
            <w:vMerge/>
          </w:tcPr>
          <w:p w:rsidR="005D26B2" w:rsidRDefault="005D26B2" w:rsidP="000C4177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1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专业技术</w:t>
            </w:r>
          </w:p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职务级别</w:t>
            </w:r>
          </w:p>
        </w:tc>
        <w:tc>
          <w:tcPr>
            <w:tcW w:w="1964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 w:rsidR="005D26B2" w:rsidRDefault="005D26B2" w:rsidP="00FA1E23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是否博导</w:t>
            </w:r>
          </w:p>
        </w:tc>
        <w:tc>
          <w:tcPr>
            <w:tcW w:w="2004" w:type="dxa"/>
          </w:tcPr>
          <w:p w:rsidR="005D26B2" w:rsidRDefault="005D26B2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</w:tr>
      <w:tr w:rsidR="005D26B2">
        <w:trPr>
          <w:cantSplit/>
          <w:trHeight w:val="653"/>
          <w:jc w:val="center"/>
        </w:trPr>
        <w:tc>
          <w:tcPr>
            <w:tcW w:w="1673" w:type="dxa"/>
            <w:vMerge/>
          </w:tcPr>
          <w:p w:rsidR="005D26B2" w:rsidRDefault="005D26B2" w:rsidP="000C4177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1" w:type="dxa"/>
          </w:tcPr>
          <w:p w:rsidR="005D26B2" w:rsidRDefault="005D26B2" w:rsidP="001877B5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岗位级别</w:t>
            </w:r>
          </w:p>
          <w:p w:rsidR="005D26B2" w:rsidRDefault="005D26B2" w:rsidP="001877B5">
            <w:pPr>
              <w:tabs>
                <w:tab w:val="left" w:pos="5205"/>
              </w:tabs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请打</w:t>
            </w:r>
            <w:r w:rsidRPr="00185E2E">
              <w:rPr>
                <w:rFonts w:cs="宋体" w:hint="eastAsia"/>
                <w:b/>
                <w:bCs/>
              </w:rPr>
              <w:t>√</w:t>
            </w:r>
            <w:r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944" w:type="dxa"/>
            <w:gridSpan w:val="3"/>
          </w:tcPr>
          <w:p w:rsidR="005D26B2" w:rsidRDefault="005D26B2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特聘教授</w:t>
            </w:r>
            <w:r>
              <w:rPr>
                <w:b/>
                <w:bCs/>
                <w:sz w:val="24"/>
                <w:szCs w:val="24"/>
              </w:rPr>
              <w:t xml:space="preserve">[   ]       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讲座教授</w:t>
            </w:r>
            <w:r>
              <w:rPr>
                <w:b/>
                <w:bCs/>
                <w:sz w:val="24"/>
                <w:szCs w:val="24"/>
              </w:rPr>
              <w:t>[  ]</w:t>
            </w:r>
          </w:p>
          <w:p w:rsidR="005D26B2" w:rsidRDefault="005D26B2">
            <w:pPr>
              <w:tabs>
                <w:tab w:val="left" w:pos="5205"/>
              </w:tabs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二级岗位教授</w:t>
            </w:r>
            <w:r>
              <w:rPr>
                <w:b/>
                <w:bCs/>
                <w:sz w:val="24"/>
                <w:szCs w:val="24"/>
              </w:rPr>
              <w:t xml:space="preserve">[  ]    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其他</w:t>
            </w:r>
            <w:r>
              <w:rPr>
                <w:b/>
                <w:bCs/>
                <w:sz w:val="24"/>
                <w:szCs w:val="24"/>
              </w:rPr>
              <w:t>[  ]</w:t>
            </w:r>
          </w:p>
        </w:tc>
      </w:tr>
      <w:tr w:rsidR="005D26B2">
        <w:trPr>
          <w:trHeight w:val="6035"/>
          <w:jc w:val="center"/>
        </w:trPr>
        <w:tc>
          <w:tcPr>
            <w:tcW w:w="9218" w:type="dxa"/>
            <w:gridSpan w:val="5"/>
          </w:tcPr>
          <w:p w:rsidR="005D26B2" w:rsidRPr="001877B5" w:rsidRDefault="005D26B2">
            <w:pPr>
              <w:jc w:val="left"/>
              <w:rPr>
                <w:b/>
                <w:bCs/>
                <w:sz w:val="28"/>
                <w:szCs w:val="28"/>
              </w:rPr>
            </w:pPr>
            <w:r w:rsidRPr="001877B5">
              <w:rPr>
                <w:rFonts w:cs="宋体" w:hint="eastAsia"/>
                <w:b/>
                <w:bCs/>
                <w:sz w:val="28"/>
                <w:szCs w:val="28"/>
              </w:rPr>
              <w:t>推荐理由：</w:t>
            </w: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</w:pPr>
          </w:p>
          <w:p w:rsidR="005D26B2" w:rsidRDefault="005D26B2">
            <w:pPr>
              <w:jc w:val="left"/>
              <w:rPr>
                <w:b/>
                <w:bCs/>
                <w:sz w:val="24"/>
                <w:szCs w:val="24"/>
              </w:rPr>
            </w:pPr>
            <w:r>
              <w:t xml:space="preserve">                                                          </w:t>
            </w:r>
            <w:r w:rsidRPr="006E1257">
              <w:rPr>
                <w:rFonts w:cs="宋体" w:hint="eastAsia"/>
                <w:b/>
                <w:bCs/>
                <w:sz w:val="24"/>
                <w:szCs w:val="24"/>
              </w:rPr>
              <w:t>签名：</w:t>
            </w:r>
          </w:p>
          <w:p w:rsidR="005D26B2" w:rsidRPr="00185E2E" w:rsidRDefault="005D26B2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</w:tr>
    </w:tbl>
    <w:p w:rsidR="005D26B2" w:rsidRDefault="005D26B2" w:rsidP="003E4F60"/>
    <w:sectPr w:rsidR="005D26B2" w:rsidSect="000509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451A"/>
    <w:rsid w:val="000509C0"/>
    <w:rsid w:val="000C4177"/>
    <w:rsid w:val="000D5A39"/>
    <w:rsid w:val="00132819"/>
    <w:rsid w:val="00140C06"/>
    <w:rsid w:val="00176DD4"/>
    <w:rsid w:val="00185E2E"/>
    <w:rsid w:val="001877B5"/>
    <w:rsid w:val="001D7614"/>
    <w:rsid w:val="001E403F"/>
    <w:rsid w:val="002149EB"/>
    <w:rsid w:val="002773B6"/>
    <w:rsid w:val="002F25BB"/>
    <w:rsid w:val="00395B1B"/>
    <w:rsid w:val="003A4EAC"/>
    <w:rsid w:val="003E4F60"/>
    <w:rsid w:val="00436381"/>
    <w:rsid w:val="004454AE"/>
    <w:rsid w:val="00457B99"/>
    <w:rsid w:val="00493AB4"/>
    <w:rsid w:val="004C3B2C"/>
    <w:rsid w:val="005343D4"/>
    <w:rsid w:val="005B03BA"/>
    <w:rsid w:val="005B2E42"/>
    <w:rsid w:val="005D26B2"/>
    <w:rsid w:val="0062285F"/>
    <w:rsid w:val="006E1257"/>
    <w:rsid w:val="00716218"/>
    <w:rsid w:val="00887CDF"/>
    <w:rsid w:val="009132E6"/>
    <w:rsid w:val="009C5BF7"/>
    <w:rsid w:val="00A213F3"/>
    <w:rsid w:val="00A50D65"/>
    <w:rsid w:val="00A917B9"/>
    <w:rsid w:val="00B2690B"/>
    <w:rsid w:val="00B35899"/>
    <w:rsid w:val="00C26092"/>
    <w:rsid w:val="00C9451A"/>
    <w:rsid w:val="00CF6AAA"/>
    <w:rsid w:val="00D0360C"/>
    <w:rsid w:val="00D578AD"/>
    <w:rsid w:val="00E37151"/>
    <w:rsid w:val="00F10B6E"/>
    <w:rsid w:val="00F40688"/>
    <w:rsid w:val="00F459C9"/>
    <w:rsid w:val="00F468C5"/>
    <w:rsid w:val="00F9744A"/>
    <w:rsid w:val="00FA1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51A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44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38</Words>
  <Characters>218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李飞(04007)</dc:creator>
  <cp:keywords/>
  <dc:description/>
  <cp:lastModifiedBy>MC SYSTEM</cp:lastModifiedBy>
  <cp:revision>8</cp:revision>
  <cp:lastPrinted>2014-10-08T09:11:00Z</cp:lastPrinted>
  <dcterms:created xsi:type="dcterms:W3CDTF">2014-10-08T08:45:00Z</dcterms:created>
  <dcterms:modified xsi:type="dcterms:W3CDTF">2016-09-09T03:10:00Z</dcterms:modified>
</cp:coreProperties>
</file>